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DE8" w:rsidRDefault="00691DE8" w:rsidP="00920B6E">
      <w:pPr>
        <w:jc w:val="center"/>
        <w:rPr>
          <w:rFonts w:ascii="Arial" w:hAnsi="Arial" w:cs="Arial"/>
          <w:b/>
          <w:sz w:val="38"/>
          <w:szCs w:val="38"/>
        </w:rPr>
      </w:pPr>
    </w:p>
    <w:p w:rsidR="00691DE8" w:rsidRPr="009708A5" w:rsidRDefault="00691DE8" w:rsidP="00920B6E">
      <w:pPr>
        <w:jc w:val="center"/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Agenda: Monday 9/27</w:t>
      </w:r>
    </w:p>
    <w:p w:rsidR="00691DE8" w:rsidRPr="009708A5" w:rsidRDefault="00691DE8" w:rsidP="00920B6E">
      <w:pPr>
        <w:rPr>
          <w:rFonts w:ascii="Arial" w:hAnsi="Arial" w:cs="Arial"/>
          <w:b/>
          <w:sz w:val="38"/>
          <w:szCs w:val="38"/>
        </w:rPr>
      </w:pPr>
    </w:p>
    <w:p w:rsidR="00691DE8" w:rsidRDefault="00691DE8" w:rsidP="00920B6E">
      <w:pPr>
        <w:rPr>
          <w:rFonts w:ascii="Arial" w:hAnsi="Arial" w:cs="Arial"/>
          <w:b/>
          <w:sz w:val="38"/>
          <w:szCs w:val="38"/>
        </w:rPr>
      </w:pPr>
    </w:p>
    <w:p w:rsidR="00691DE8" w:rsidRDefault="00691DE8" w:rsidP="00920B6E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Hearing/Vision Testing</w:t>
      </w:r>
    </w:p>
    <w:p w:rsidR="00691DE8" w:rsidRDefault="00691DE8" w:rsidP="00DB2181">
      <w:pPr>
        <w:ind w:left="360"/>
        <w:rPr>
          <w:rFonts w:ascii="Arial" w:hAnsi="Arial" w:cs="Arial"/>
          <w:b/>
          <w:sz w:val="38"/>
          <w:szCs w:val="38"/>
        </w:rPr>
      </w:pPr>
    </w:p>
    <w:p w:rsidR="00691DE8" w:rsidRDefault="00691DE8" w:rsidP="00920B6E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Take out a notebook/pencil/pen/etc</w:t>
      </w:r>
    </w:p>
    <w:p w:rsidR="00691DE8" w:rsidRDefault="00691DE8" w:rsidP="00DB2181">
      <w:pPr>
        <w:pStyle w:val="ListParagraph"/>
        <w:rPr>
          <w:rFonts w:ascii="Arial" w:hAnsi="Arial" w:cs="Arial"/>
          <w:b/>
          <w:sz w:val="38"/>
          <w:szCs w:val="38"/>
        </w:rPr>
      </w:pPr>
    </w:p>
    <w:p w:rsidR="00691DE8" w:rsidRDefault="00691DE8" w:rsidP="00920B6E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Measurement Tools</w:t>
      </w:r>
    </w:p>
    <w:p w:rsidR="00691DE8" w:rsidRDefault="00691DE8" w:rsidP="008C5ACA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You will rotate through stations to do quick practice/review of how to use different measurement tools</w:t>
      </w:r>
    </w:p>
    <w:p w:rsidR="00691DE8" w:rsidRDefault="00691DE8" w:rsidP="001D6723">
      <w:pPr>
        <w:ind w:left="360"/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</w:t>
      </w:r>
    </w:p>
    <w:p w:rsidR="00691DE8" w:rsidRDefault="00691DE8" w:rsidP="008C5ACA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Balances, beakers, graduated cylinders, thermometers</w:t>
      </w:r>
    </w:p>
    <w:p w:rsidR="00691DE8" w:rsidRDefault="00691DE8" w:rsidP="00920B6E">
      <w:pPr>
        <w:ind w:firstLine="360"/>
        <w:rPr>
          <w:rFonts w:ascii="Arial" w:hAnsi="Arial" w:cs="Arial"/>
          <w:b/>
          <w:sz w:val="38"/>
          <w:szCs w:val="38"/>
        </w:rPr>
      </w:pPr>
    </w:p>
    <w:p w:rsidR="00691DE8" w:rsidRDefault="00691DE8" w:rsidP="00920B6E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Rotate Measurement Stations</w:t>
      </w:r>
    </w:p>
    <w:p w:rsidR="00691DE8" w:rsidRPr="00CF2EB8" w:rsidRDefault="00691DE8" w:rsidP="00920B6E">
      <w:pPr>
        <w:numPr>
          <w:ilvl w:val="1"/>
          <w:numId w:val="1"/>
        </w:numPr>
        <w:rPr>
          <w:rFonts w:ascii="Arial" w:hAnsi="Arial" w:cs="Arial"/>
          <w:b/>
          <w:color w:val="008000"/>
          <w:sz w:val="38"/>
          <w:szCs w:val="38"/>
        </w:rPr>
      </w:pPr>
      <w:r w:rsidRPr="00CF2EB8">
        <w:rPr>
          <w:rFonts w:ascii="Arial" w:hAnsi="Arial" w:cs="Arial"/>
          <w:b/>
          <w:color w:val="008000"/>
          <w:sz w:val="38"/>
          <w:szCs w:val="38"/>
        </w:rPr>
        <w:t>1-5: A</w:t>
      </w:r>
    </w:p>
    <w:p w:rsidR="00691DE8" w:rsidRPr="00CF2EB8" w:rsidRDefault="00691DE8" w:rsidP="00920B6E">
      <w:pPr>
        <w:numPr>
          <w:ilvl w:val="1"/>
          <w:numId w:val="1"/>
        </w:numPr>
        <w:rPr>
          <w:rFonts w:ascii="Arial" w:hAnsi="Arial" w:cs="Arial"/>
          <w:b/>
          <w:color w:val="008000"/>
          <w:sz w:val="38"/>
          <w:szCs w:val="38"/>
        </w:rPr>
      </w:pPr>
      <w:r w:rsidRPr="00CF2EB8">
        <w:rPr>
          <w:rFonts w:ascii="Arial" w:hAnsi="Arial" w:cs="Arial"/>
          <w:b/>
          <w:color w:val="008000"/>
          <w:sz w:val="38"/>
          <w:szCs w:val="38"/>
        </w:rPr>
        <w:t>6-10: B</w:t>
      </w:r>
    </w:p>
    <w:p w:rsidR="00691DE8" w:rsidRPr="00CF2EB8" w:rsidRDefault="00691DE8" w:rsidP="00920B6E">
      <w:pPr>
        <w:numPr>
          <w:ilvl w:val="1"/>
          <w:numId w:val="1"/>
        </w:numPr>
        <w:rPr>
          <w:rFonts w:ascii="Arial" w:hAnsi="Arial" w:cs="Arial"/>
          <w:b/>
          <w:color w:val="008000"/>
          <w:sz w:val="38"/>
          <w:szCs w:val="38"/>
        </w:rPr>
      </w:pPr>
      <w:r w:rsidRPr="00CF2EB8">
        <w:rPr>
          <w:rFonts w:ascii="Arial" w:hAnsi="Arial" w:cs="Arial"/>
          <w:b/>
          <w:color w:val="008000"/>
          <w:sz w:val="38"/>
          <w:szCs w:val="38"/>
        </w:rPr>
        <w:t>11-15: C</w:t>
      </w:r>
    </w:p>
    <w:p w:rsidR="00691DE8" w:rsidRPr="005240A1" w:rsidRDefault="00691DE8" w:rsidP="00920B6E">
      <w:pPr>
        <w:numPr>
          <w:ilvl w:val="1"/>
          <w:numId w:val="1"/>
        </w:numPr>
        <w:rPr>
          <w:rFonts w:ascii="Arial" w:hAnsi="Arial" w:cs="Arial"/>
          <w:b/>
          <w:color w:val="0070C0"/>
          <w:sz w:val="38"/>
          <w:szCs w:val="38"/>
        </w:rPr>
      </w:pPr>
      <w:r w:rsidRPr="005240A1">
        <w:rPr>
          <w:rFonts w:ascii="Arial" w:hAnsi="Arial" w:cs="Arial"/>
          <w:b/>
          <w:color w:val="0070C0"/>
          <w:sz w:val="38"/>
          <w:szCs w:val="38"/>
        </w:rPr>
        <w:t>16-20: D</w:t>
      </w:r>
    </w:p>
    <w:p w:rsidR="00691DE8" w:rsidRPr="005240A1" w:rsidRDefault="00691DE8" w:rsidP="00920B6E">
      <w:pPr>
        <w:numPr>
          <w:ilvl w:val="1"/>
          <w:numId w:val="1"/>
        </w:numPr>
        <w:rPr>
          <w:rFonts w:ascii="Arial" w:hAnsi="Arial" w:cs="Arial"/>
          <w:b/>
          <w:color w:val="0070C0"/>
          <w:sz w:val="38"/>
          <w:szCs w:val="38"/>
        </w:rPr>
      </w:pPr>
      <w:r w:rsidRPr="005240A1">
        <w:rPr>
          <w:rFonts w:ascii="Arial" w:hAnsi="Arial" w:cs="Arial"/>
          <w:b/>
          <w:color w:val="0070C0"/>
          <w:sz w:val="38"/>
          <w:szCs w:val="38"/>
        </w:rPr>
        <w:t>21-25: E</w:t>
      </w:r>
    </w:p>
    <w:p w:rsidR="00691DE8" w:rsidRPr="005240A1" w:rsidRDefault="00691DE8" w:rsidP="00920B6E">
      <w:pPr>
        <w:numPr>
          <w:ilvl w:val="1"/>
          <w:numId w:val="1"/>
        </w:numPr>
        <w:rPr>
          <w:rFonts w:ascii="Arial" w:hAnsi="Arial" w:cs="Arial"/>
          <w:b/>
          <w:color w:val="0070C0"/>
          <w:sz w:val="38"/>
          <w:szCs w:val="38"/>
        </w:rPr>
      </w:pPr>
      <w:r w:rsidRPr="005240A1">
        <w:rPr>
          <w:rFonts w:ascii="Arial" w:hAnsi="Arial" w:cs="Arial"/>
          <w:b/>
          <w:color w:val="0070C0"/>
          <w:sz w:val="38"/>
          <w:szCs w:val="38"/>
        </w:rPr>
        <w:t>26-30 F</w:t>
      </w:r>
    </w:p>
    <w:p w:rsidR="00691DE8" w:rsidRDefault="00691DE8" w:rsidP="00411D2E">
      <w:pPr>
        <w:ind w:left="360"/>
        <w:rPr>
          <w:rFonts w:ascii="Arial" w:hAnsi="Arial" w:cs="Arial"/>
          <w:b/>
          <w:sz w:val="38"/>
          <w:szCs w:val="38"/>
        </w:rPr>
      </w:pPr>
    </w:p>
    <w:p w:rsidR="00691DE8" w:rsidRDefault="00691DE8" w:rsidP="00411D2E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Tomorrow- lab!</w:t>
      </w:r>
      <w:bookmarkStart w:id="0" w:name="_GoBack"/>
      <w:bookmarkEnd w:id="0"/>
    </w:p>
    <w:p w:rsidR="00691DE8" w:rsidRDefault="00691DE8"/>
    <w:sectPr w:rsidR="00691DE8" w:rsidSect="00B36C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2576C2"/>
    <w:multiLevelType w:val="hybridMultilevel"/>
    <w:tmpl w:val="B22022D8"/>
    <w:lvl w:ilvl="0" w:tplc="00110409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0170409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0B6E"/>
    <w:rsid w:val="001D6723"/>
    <w:rsid w:val="00411D2E"/>
    <w:rsid w:val="005240A1"/>
    <w:rsid w:val="005A06DB"/>
    <w:rsid w:val="00691DE8"/>
    <w:rsid w:val="006E6C18"/>
    <w:rsid w:val="00713BC4"/>
    <w:rsid w:val="008C5ACA"/>
    <w:rsid w:val="00920B6E"/>
    <w:rsid w:val="009708A5"/>
    <w:rsid w:val="009F7C7B"/>
    <w:rsid w:val="00B36CA4"/>
    <w:rsid w:val="00CF2EB8"/>
    <w:rsid w:val="00DB2181"/>
    <w:rsid w:val="00E22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B6E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20B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299</TotalTime>
  <Pages>1</Pages>
  <Words>53</Words>
  <Characters>303</Characters>
  <Application>Microsoft Office Outlook</Application>
  <DocSecurity>0</DocSecurity>
  <Lines>0</Lines>
  <Paragraphs>0</Paragraphs>
  <ScaleCrop>false</ScaleCrop>
  <Company>Norristown Area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Laskey, Concetta</dc:creator>
  <cp:keywords/>
  <dc:description/>
  <cp:lastModifiedBy>NASD</cp:lastModifiedBy>
  <cp:revision>9</cp:revision>
  <dcterms:created xsi:type="dcterms:W3CDTF">2010-09-27T11:54:00Z</dcterms:created>
  <dcterms:modified xsi:type="dcterms:W3CDTF">2010-09-27T16:54:00Z</dcterms:modified>
</cp:coreProperties>
</file>